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Pr="003F10D9" w:rsidRDefault="00F862D6" w:rsidP="0077673A"/>
        </w:tc>
        <w:tc>
          <w:tcPr>
            <w:tcW w:w="2552" w:type="dxa"/>
          </w:tcPr>
          <w:p w14:paraId="00C8F008" w14:textId="77777777" w:rsidR="00F862D6" w:rsidRPr="003F10D9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F10D9" w:rsidRDefault="00F862D6" w:rsidP="0077673A">
            <w:r w:rsidRPr="003F10D9">
              <w:t>Naše zn.</w:t>
            </w:r>
          </w:p>
        </w:tc>
        <w:tc>
          <w:tcPr>
            <w:tcW w:w="2552" w:type="dxa"/>
          </w:tcPr>
          <w:p w14:paraId="2FFEACB5" w14:textId="3A256FE3" w:rsidR="00F862D6" w:rsidRPr="003F10D9" w:rsidRDefault="003E23F1" w:rsidP="0037111D">
            <w:r w:rsidRPr="003E23F1">
              <w:rPr>
                <w:rFonts w:ascii="Helvetica" w:hAnsi="Helvetica"/>
              </w:rPr>
              <w:t>10265/2024-SŽ-SSV-Ú3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3F10D9">
        <w:trPr>
          <w:trHeight w:val="51"/>
        </w:trPr>
        <w:tc>
          <w:tcPr>
            <w:tcW w:w="1020" w:type="dxa"/>
          </w:tcPr>
          <w:p w14:paraId="3534520F" w14:textId="7D1CCAFB" w:rsidR="008F3F6A" w:rsidRPr="003F10D9" w:rsidRDefault="008F3F6A" w:rsidP="008F3F6A">
            <w:r w:rsidRPr="003F10D9">
              <w:t>Listů/příloh</w:t>
            </w:r>
          </w:p>
        </w:tc>
        <w:tc>
          <w:tcPr>
            <w:tcW w:w="2552" w:type="dxa"/>
          </w:tcPr>
          <w:p w14:paraId="333CD487" w14:textId="6C82CDE8" w:rsidR="008F3F6A" w:rsidRPr="003F10D9" w:rsidRDefault="00E86F21" w:rsidP="008F3F6A">
            <w:r>
              <w:t>2</w:t>
            </w:r>
            <w:r w:rsidR="008F3F6A" w:rsidRPr="003F10D9">
              <w:t>/</w:t>
            </w:r>
            <w:r>
              <w:t>0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Default="008F3F6A" w:rsidP="008F3F6A"/>
        </w:tc>
        <w:tc>
          <w:tcPr>
            <w:tcW w:w="2552" w:type="dxa"/>
          </w:tcPr>
          <w:p w14:paraId="133F3BF2" w14:textId="77777777" w:rsidR="008F3F6A" w:rsidRPr="003E6B9A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B5E819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76A23">
              <w:rPr>
                <w:noProof/>
              </w:rPr>
              <w:t>19.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E6071C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84844">
        <w:rPr>
          <w:rFonts w:eastAsia="Calibri" w:cs="Times New Roman"/>
          <w:lang w:eastAsia="cs-CZ"/>
        </w:rPr>
        <w:t>8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3F10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8688475" w14:textId="77777777" w:rsidR="003F10D9" w:rsidRDefault="003F10D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FA482B" w14:textId="77777777" w:rsidR="005B0458" w:rsidRDefault="005B0458" w:rsidP="005B04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AF6FA4" w14:textId="68AAE6C6" w:rsidR="005B0458" w:rsidRPr="00BD5319" w:rsidRDefault="005B0458" w:rsidP="005B045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276A23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2930BEB2" w14:textId="77777777" w:rsidR="00E86F21" w:rsidRPr="00E86F21" w:rsidRDefault="00E86F21" w:rsidP="00E86F21">
      <w:pPr>
        <w:spacing w:after="0"/>
        <w:rPr>
          <w:rFonts w:eastAsia="Times New Roman" w:cs="Arial"/>
        </w:rPr>
      </w:pPr>
      <w:r w:rsidRPr="00E86F21">
        <w:rPr>
          <w:rFonts w:eastAsia="Times New Roman" w:cs="Arial"/>
        </w:rPr>
        <w:t>Zadavatel je zadavatelem veřejné zakázky s názvem „Výstavba mechanizačního střediska Český Těšín“ s ev. č. Z2024-027570 (dále jen „Zakázka“). Zadávací řízení k Zakázce bylo Zadavatelem zahájeno dne 17.6.2024 a lhůta pro podání nabídek byla Zadavatelem stanovena do 23.9.2024 do 10:00. Dodavatel žádá o prodloužení lhůty pro podání nabídek, a to z níže uvedených důvodů.</w:t>
      </w:r>
    </w:p>
    <w:p w14:paraId="4E108B14" w14:textId="77777777" w:rsidR="00E86F21" w:rsidRPr="00E86F21" w:rsidRDefault="00E86F21" w:rsidP="00E86F21">
      <w:pPr>
        <w:spacing w:after="0"/>
        <w:rPr>
          <w:rFonts w:eastAsia="Times New Roman" w:cs="Arial"/>
        </w:rPr>
      </w:pPr>
      <w:r w:rsidRPr="00E86F21">
        <w:rPr>
          <w:rFonts w:eastAsia="Times New Roman" w:cs="Arial"/>
        </w:rPr>
        <w:t>Připravovanou nabídku na plnění Zakázky, vedení veškeré dokumentace vč. kompletace dokumentů a dokladů pro prokázání požadované kvalifikace a další úkony činěné v rámci přípravy na účast v zadávacím řízení k Zakázce u Dodavatele administruje a zaštiťuje odštěpný závod Dodavatele FIRESTA-Fišer, rekonstrukce, stavby a.s., organizační složka, se sídlem Palackého 1108/105, Přívoz, 702 00 Ostrava (dále jen „Závod“). Závod se v těchto dnech vypořádává s dopady nepříznivé klimatické situace posledních dní, především s následky povodní (tzn. vyšší moci), které zatopily areál Závodu a způsobily kromě jiných škod i stále trvající výpadek elektrické energie v sídle Závodu.</w:t>
      </w:r>
    </w:p>
    <w:p w14:paraId="50192ACB" w14:textId="6BB464FD" w:rsidR="003F10D9" w:rsidRPr="002278A8" w:rsidRDefault="00E86F21" w:rsidP="00E86F21">
      <w:pPr>
        <w:spacing w:after="0"/>
        <w:rPr>
          <w:rFonts w:cs="Arial"/>
          <w:sz w:val="22"/>
          <w:szCs w:val="22"/>
        </w:rPr>
      </w:pPr>
      <w:r w:rsidRPr="00E86F21">
        <w:rPr>
          <w:rFonts w:eastAsia="Times New Roman" w:cs="Arial"/>
        </w:rPr>
        <w:t xml:space="preserve">Uvedené skutečnosti objektivně znemožňují Závodu ve stanovené lhůtě k podání nabídek provést kompletaci dokumentů a dokladů pro prokázání požadované kvalifikace, tedy i včasné podání samotné nabídky na plnění Zakázky. Vzhledem k výše uvedenému Dodavatel zdvořile </w:t>
      </w:r>
      <w:r w:rsidRPr="002278A8">
        <w:rPr>
          <w:rFonts w:eastAsia="Times New Roman" w:cs="Arial"/>
        </w:rPr>
        <w:t>žádá o přiměřené prodloužení lhůty pro podání nabídky k Zakázce.</w:t>
      </w:r>
    </w:p>
    <w:p w14:paraId="73D73A18" w14:textId="66C5DF6C" w:rsidR="005B0458" w:rsidRPr="002278A8" w:rsidRDefault="005B0458" w:rsidP="003F10D9">
      <w:pPr>
        <w:spacing w:after="0"/>
        <w:rPr>
          <w:rFonts w:cs="Arial"/>
          <w:sz w:val="22"/>
          <w:szCs w:val="22"/>
        </w:rPr>
      </w:pPr>
      <w:r w:rsidRPr="002278A8">
        <w:rPr>
          <w:rFonts w:eastAsia="Calibri" w:cs="Times New Roman"/>
          <w:b/>
          <w:lang w:eastAsia="cs-CZ"/>
        </w:rPr>
        <w:t xml:space="preserve">Odpověď: </w:t>
      </w:r>
    </w:p>
    <w:p w14:paraId="07BB244B" w14:textId="5397F14F" w:rsidR="005B0458" w:rsidRPr="002278A8" w:rsidRDefault="0009147D" w:rsidP="0009147D">
      <w:pPr>
        <w:spacing w:after="0" w:line="240" w:lineRule="auto"/>
        <w:jc w:val="both"/>
        <w:rPr>
          <w:rFonts w:eastAsia="Calibri" w:cs="Times New Roman"/>
          <w:b/>
          <w:sz w:val="22"/>
          <w:szCs w:val="22"/>
          <w:lang w:eastAsia="cs-CZ"/>
        </w:rPr>
      </w:pPr>
      <w:r w:rsidRPr="002278A8">
        <w:rPr>
          <w:rFonts w:eastAsia="Calibri" w:cs="Times New Roman"/>
          <w:bCs/>
          <w:lang w:eastAsia="cs-CZ"/>
        </w:rPr>
        <w:t xml:space="preserve">Z důvodu nepředvídatelné mimořádné situace spojené s povodněmi v celé ČR, Zadavatel umožní všem uchazečům podat kvalitní nabídku a termín k podání nabídek prodlužuje </w:t>
      </w:r>
      <w:r w:rsidR="003C766E" w:rsidRPr="002278A8">
        <w:rPr>
          <w:rFonts w:eastAsia="Calibri" w:cs="Times New Roman"/>
          <w:bCs/>
          <w:lang w:eastAsia="cs-CZ"/>
        </w:rPr>
        <w:t>d</w:t>
      </w:r>
      <w:r w:rsidRPr="002278A8">
        <w:rPr>
          <w:rFonts w:eastAsia="Calibri" w:cs="Times New Roman"/>
          <w:bCs/>
          <w:lang w:eastAsia="cs-CZ"/>
        </w:rPr>
        <w:t xml:space="preserve">o 07.10.2024.    </w:t>
      </w:r>
    </w:p>
    <w:p w14:paraId="07C456E0" w14:textId="77777777" w:rsidR="004A7B82" w:rsidRPr="002278A8" w:rsidRDefault="004A7B82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E5D5717" w14:textId="77777777" w:rsidR="00E86F21" w:rsidRPr="002278A8" w:rsidRDefault="00E86F21" w:rsidP="00E86F2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2207C9" w14:textId="77777777" w:rsidR="00E86F21" w:rsidRPr="002278A8" w:rsidRDefault="00E86F21" w:rsidP="00E86F21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FBC7461" w14:textId="63E5543D" w:rsidR="00E86F21" w:rsidRPr="002278A8" w:rsidRDefault="00E86F21" w:rsidP="00E86F21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2278A8">
        <w:rPr>
          <w:rFonts w:eastAsia="Times New Roman" w:cs="Times New Roman"/>
          <w:lang w:eastAsia="cs-CZ"/>
        </w:rPr>
        <w:t>Vzhledem</w:t>
      </w:r>
      <w:r w:rsidR="003C766E" w:rsidRPr="002278A8">
        <w:rPr>
          <w:rFonts w:eastAsia="Times New Roman" w:cs="Times New Roman"/>
          <w:lang w:eastAsia="cs-CZ"/>
        </w:rPr>
        <w:t xml:space="preserve"> k výše uvedenému se zadavatel rozhodl, že </w:t>
      </w:r>
      <w:r w:rsidRPr="002278A8">
        <w:rPr>
          <w:rFonts w:eastAsia="Times New Roman" w:cs="Times New Roman"/>
          <w:lang w:eastAsia="cs-CZ"/>
        </w:rPr>
        <w:t xml:space="preserve">prodlužuje lhůtu pro podání nabídek ze dne </w:t>
      </w:r>
      <w:r w:rsidRPr="002278A8">
        <w:rPr>
          <w:rFonts w:ascii="Verdana" w:eastAsia="Times New Roman" w:hAnsi="Verdana" w:cs="Times New Roman"/>
          <w:b/>
          <w:bCs/>
          <w:lang w:eastAsia="cs-CZ"/>
        </w:rPr>
        <w:t>23. 9. 2024</w:t>
      </w:r>
      <w:r w:rsidRPr="002278A8">
        <w:rPr>
          <w:rFonts w:ascii="Verdana" w:eastAsia="Times New Roman" w:hAnsi="Verdana" w:cs="Times New Roman"/>
          <w:lang w:eastAsia="cs-CZ"/>
        </w:rPr>
        <w:t xml:space="preserve"> na den </w:t>
      </w:r>
      <w:r w:rsidR="0009147D" w:rsidRPr="002278A8">
        <w:rPr>
          <w:rFonts w:ascii="Verdana" w:eastAsia="Times New Roman" w:hAnsi="Verdana" w:cs="Times New Roman"/>
          <w:b/>
          <w:bCs/>
          <w:lang w:eastAsia="cs-CZ"/>
        </w:rPr>
        <w:t>07</w:t>
      </w:r>
      <w:r w:rsidRPr="002278A8">
        <w:rPr>
          <w:rFonts w:ascii="Verdana" w:eastAsia="Times New Roman" w:hAnsi="Verdana" w:cs="Times New Roman"/>
          <w:b/>
          <w:bCs/>
          <w:lang w:eastAsia="cs-CZ"/>
        </w:rPr>
        <w:t>.10. 2024</w:t>
      </w:r>
      <w:r w:rsidRPr="002278A8">
        <w:rPr>
          <w:rFonts w:ascii="Verdana" w:eastAsia="Times New Roman" w:hAnsi="Verdana" w:cs="Times New Roman"/>
          <w:lang w:eastAsia="cs-CZ"/>
        </w:rPr>
        <w:t>.</w:t>
      </w:r>
    </w:p>
    <w:p w14:paraId="0F05CC96" w14:textId="77777777" w:rsidR="00E86F21" w:rsidRPr="002278A8" w:rsidRDefault="00E86F21" w:rsidP="00E86F2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02886CC" w14:textId="77777777" w:rsidR="00E86F21" w:rsidRPr="002278A8" w:rsidRDefault="00E86F21" w:rsidP="00E86F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278A8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Opravný formulář Oznámení o zahájení zadávacího řízení bude uveřejněn na webovém portálu </w:t>
      </w:r>
      <w:hyperlink r:id="rId11" w:history="1">
        <w:r w:rsidRPr="002278A8">
          <w:rPr>
            <w:rStyle w:val="Hypertextovodkaz"/>
            <w:color w:val="auto"/>
          </w:rPr>
          <w:t>https://vvz.nipez.cz/</w:t>
        </w:r>
      </w:hyperlink>
      <w:r w:rsidRPr="002278A8">
        <w:t xml:space="preserve"> </w:t>
      </w:r>
      <w:r w:rsidRPr="002278A8">
        <w:rPr>
          <w:rFonts w:eastAsia="Times New Roman" w:cs="Times New Roman"/>
          <w:lang w:eastAsia="cs-CZ"/>
        </w:rPr>
        <w:t xml:space="preserve"> (evidenční č. VZ: Z2024-027570). Změny se týkají těchto ustanovení:</w:t>
      </w:r>
    </w:p>
    <w:p w14:paraId="3DC827BC" w14:textId="77777777" w:rsidR="00E86F21" w:rsidRPr="002278A8" w:rsidRDefault="00E86F21" w:rsidP="00E86F2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A93927" w14:textId="77777777" w:rsidR="00E86F21" w:rsidRPr="002278A8" w:rsidRDefault="00E86F21" w:rsidP="00E86F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278A8">
        <w:rPr>
          <w:rFonts w:eastAsia="Times New Roman" w:cs="Times New Roman"/>
          <w:bCs/>
          <w:lang w:eastAsia="cs-CZ"/>
        </w:rPr>
        <w:t>Část</w:t>
      </w:r>
      <w:r w:rsidRPr="002278A8">
        <w:rPr>
          <w:rFonts w:eastAsia="Times New Roman" w:cs="Times New Roman"/>
          <w:b/>
          <w:lang w:eastAsia="cs-CZ"/>
        </w:rPr>
        <w:t xml:space="preserve"> INFORMACE O PODÁNÍ</w:t>
      </w:r>
    </w:p>
    <w:p w14:paraId="71026F8C" w14:textId="77777777" w:rsidR="00E86F21" w:rsidRPr="002278A8" w:rsidRDefault="00E86F21" w:rsidP="00E86F2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7E3AA9" w14:textId="77777777" w:rsidR="00E86F21" w:rsidRPr="002278A8" w:rsidRDefault="00E86F21" w:rsidP="00E86F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278A8">
        <w:rPr>
          <w:rFonts w:eastAsia="Times New Roman" w:cs="Times New Roman"/>
          <w:bCs/>
          <w:lang w:eastAsia="cs-CZ"/>
        </w:rPr>
        <w:t>Oddíl</w:t>
      </w:r>
      <w:r w:rsidRPr="002278A8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569D0EFB" w14:textId="200A8916" w:rsidR="00E86F21" w:rsidRPr="002278A8" w:rsidRDefault="00E86F21" w:rsidP="00E86F21">
      <w:pPr>
        <w:spacing w:after="0" w:line="240" w:lineRule="auto"/>
        <w:rPr>
          <w:rFonts w:eastAsia="Times New Roman" w:cs="Times New Roman"/>
          <w:lang w:eastAsia="cs-CZ"/>
        </w:rPr>
      </w:pPr>
      <w:r w:rsidRPr="002278A8">
        <w:rPr>
          <w:rFonts w:eastAsia="Times New Roman" w:cs="Times New Roman"/>
          <w:lang w:eastAsia="cs-CZ"/>
        </w:rPr>
        <w:t xml:space="preserve">rušíme datum 23. </w:t>
      </w:r>
      <w:r w:rsidR="003C766E" w:rsidRPr="002278A8">
        <w:rPr>
          <w:rFonts w:eastAsia="Times New Roman" w:cs="Times New Roman"/>
          <w:lang w:eastAsia="cs-CZ"/>
        </w:rPr>
        <w:t>0</w:t>
      </w:r>
      <w:r w:rsidRPr="002278A8">
        <w:rPr>
          <w:rFonts w:eastAsia="Times New Roman" w:cs="Times New Roman"/>
          <w:lang w:eastAsia="cs-CZ"/>
        </w:rPr>
        <w:t xml:space="preserve">9. 2024 a nahrazujeme datem </w:t>
      </w:r>
      <w:r w:rsidR="003C766E" w:rsidRPr="002278A8">
        <w:rPr>
          <w:rFonts w:eastAsia="Times New Roman" w:cs="Times New Roman"/>
          <w:b/>
          <w:bCs/>
          <w:lang w:eastAsia="cs-CZ"/>
        </w:rPr>
        <w:t>0</w:t>
      </w:r>
      <w:r w:rsidR="001944D6" w:rsidRPr="002278A8">
        <w:rPr>
          <w:rFonts w:eastAsia="Times New Roman" w:cs="Times New Roman"/>
          <w:b/>
          <w:bCs/>
          <w:lang w:eastAsia="cs-CZ"/>
        </w:rPr>
        <w:t>7</w:t>
      </w:r>
      <w:r w:rsidRPr="002278A8">
        <w:rPr>
          <w:rFonts w:eastAsia="Times New Roman" w:cs="Times New Roman"/>
          <w:b/>
          <w:bCs/>
          <w:lang w:eastAsia="cs-CZ"/>
        </w:rPr>
        <w:t>. 10. 2024</w:t>
      </w:r>
      <w:r w:rsidRPr="002278A8">
        <w:rPr>
          <w:rFonts w:eastAsia="Times New Roman" w:cs="Times New Roman"/>
          <w:lang w:eastAsia="cs-CZ"/>
        </w:rPr>
        <w:t>.</w:t>
      </w:r>
    </w:p>
    <w:p w14:paraId="625485C1" w14:textId="77777777" w:rsidR="00E86F21" w:rsidRPr="00BD5319" w:rsidRDefault="00E86F21" w:rsidP="00E86F21">
      <w:pPr>
        <w:spacing w:after="0" w:line="240" w:lineRule="auto"/>
        <w:rPr>
          <w:rFonts w:eastAsia="Times New Roman" w:cs="Times New Roman"/>
          <w:lang w:eastAsia="cs-CZ"/>
        </w:rPr>
      </w:pPr>
    </w:p>
    <w:p w14:paraId="5F9C1D65" w14:textId="77777777" w:rsidR="00E86F21" w:rsidRPr="00BD5319" w:rsidRDefault="00E86F21" w:rsidP="00E86F2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3209532" w14:textId="77777777" w:rsidR="00E86F21" w:rsidRPr="00BD5319" w:rsidRDefault="00E86F21" w:rsidP="00E86F2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08490D" w14:textId="77777777" w:rsidR="00E86F21" w:rsidRPr="00BD5319" w:rsidRDefault="00E86F21" w:rsidP="00E86F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4C5120" w14:textId="77777777" w:rsidR="00E86F21" w:rsidRPr="00BD5319" w:rsidRDefault="00E86F21" w:rsidP="00E86F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D13D67" w14:textId="0143FB9B" w:rsidR="00E86F21" w:rsidRPr="00291CDF" w:rsidRDefault="00E86F21" w:rsidP="00E86F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1CDF">
        <w:rPr>
          <w:rFonts w:eastAsia="Calibri" w:cs="Times New Roman"/>
          <w:lang w:eastAsia="cs-CZ"/>
        </w:rPr>
        <w:t xml:space="preserve">V Praze </w:t>
      </w:r>
      <w:r>
        <w:rPr>
          <w:rFonts w:eastAsia="Calibri" w:cs="Times New Roman"/>
          <w:lang w:eastAsia="cs-CZ"/>
        </w:rPr>
        <w:t>19.</w:t>
      </w:r>
      <w:r w:rsidR="00C152B4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9.</w:t>
      </w:r>
      <w:r w:rsidR="00C152B4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2024</w:t>
      </w:r>
    </w:p>
    <w:p w14:paraId="742D46CC" w14:textId="77777777" w:rsidR="00E86F21" w:rsidRPr="00291CDF" w:rsidRDefault="00E86F21" w:rsidP="00E86F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01EAA9" w14:textId="77777777" w:rsidR="00E86F21" w:rsidRPr="00291CDF" w:rsidRDefault="00E86F21" w:rsidP="00E86F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941442" w14:textId="77777777" w:rsidR="00E86F21" w:rsidRDefault="00E86F21" w:rsidP="00E86F21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57DE0D6" w14:textId="77777777" w:rsidR="00E86F21" w:rsidRPr="00291CDF" w:rsidRDefault="00E86F21" w:rsidP="00E86F21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7DA1106" w14:textId="77777777" w:rsidR="00E86F21" w:rsidRPr="00291CDF" w:rsidRDefault="00E86F21" w:rsidP="00E86F21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3CC0658" w14:textId="77777777" w:rsidR="00E86F21" w:rsidRPr="00291CDF" w:rsidRDefault="00E86F21" w:rsidP="00E86F21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1C3EC7" w14:textId="77777777" w:rsidR="00E86F21" w:rsidRPr="00291CDF" w:rsidRDefault="00E86F21" w:rsidP="00E86F2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291CDF">
        <w:rPr>
          <w:rFonts w:ascii="Verdana,Bold" w:hAnsi="Verdana,Bold" w:cs="Verdana,Bold"/>
          <w:b/>
          <w:bCs/>
        </w:rPr>
        <w:t>Ing. Ondřej Göpfert</w:t>
      </w:r>
    </w:p>
    <w:p w14:paraId="17A125D9" w14:textId="77777777" w:rsidR="00E86F21" w:rsidRPr="00291CDF" w:rsidRDefault="00E86F21" w:rsidP="00E86F2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ředitel odboru investičního</w:t>
      </w:r>
    </w:p>
    <w:p w14:paraId="1C35A93C" w14:textId="77777777" w:rsidR="00E86F21" w:rsidRPr="00291CDF" w:rsidRDefault="00E86F21" w:rsidP="00E86F2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na základě pověření č. 14-NM ze dne 13. 11. 2023</w:t>
      </w:r>
    </w:p>
    <w:p w14:paraId="51AA2D80" w14:textId="77777777" w:rsidR="00E86F21" w:rsidRDefault="00E86F21" w:rsidP="00E86F21">
      <w:pPr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Správa železnic, státní organizace</w:t>
      </w:r>
    </w:p>
    <w:p w14:paraId="49ADD5E7" w14:textId="77777777" w:rsidR="00CB7B5A" w:rsidRPr="00CB7B5A" w:rsidRDefault="00CB7B5A" w:rsidP="00E86F21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721E3" w14:textId="77777777" w:rsidR="005B680B" w:rsidRDefault="005B680B" w:rsidP="00962258">
      <w:pPr>
        <w:spacing w:after="0" w:line="240" w:lineRule="auto"/>
      </w:pPr>
      <w:r>
        <w:separator/>
      </w:r>
    </w:p>
  </w:endnote>
  <w:endnote w:type="continuationSeparator" w:id="0">
    <w:p w14:paraId="12EC11FD" w14:textId="77777777" w:rsidR="005B680B" w:rsidRDefault="005B68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B0734" w14:textId="77777777" w:rsidR="005B680B" w:rsidRDefault="005B680B" w:rsidP="00962258">
      <w:pPr>
        <w:spacing w:after="0" w:line="240" w:lineRule="auto"/>
      </w:pPr>
      <w:r>
        <w:separator/>
      </w:r>
    </w:p>
  </w:footnote>
  <w:footnote w:type="continuationSeparator" w:id="0">
    <w:p w14:paraId="7247FF4B" w14:textId="77777777" w:rsidR="005B680B" w:rsidRDefault="005B68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E06D9"/>
    <w:multiLevelType w:val="hybridMultilevel"/>
    <w:tmpl w:val="E9446A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152675410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73AE"/>
    <w:rsid w:val="00024848"/>
    <w:rsid w:val="00033432"/>
    <w:rsid w:val="000335CC"/>
    <w:rsid w:val="00072C1E"/>
    <w:rsid w:val="0009147D"/>
    <w:rsid w:val="00093068"/>
    <w:rsid w:val="000934E8"/>
    <w:rsid w:val="000B3A82"/>
    <w:rsid w:val="000B56E8"/>
    <w:rsid w:val="000B6C7E"/>
    <w:rsid w:val="000B7907"/>
    <w:rsid w:val="000C0429"/>
    <w:rsid w:val="000C45E8"/>
    <w:rsid w:val="001044E7"/>
    <w:rsid w:val="00112144"/>
    <w:rsid w:val="00114472"/>
    <w:rsid w:val="00144E82"/>
    <w:rsid w:val="00170EC5"/>
    <w:rsid w:val="001747C1"/>
    <w:rsid w:val="001771C7"/>
    <w:rsid w:val="0018596A"/>
    <w:rsid w:val="00185D4D"/>
    <w:rsid w:val="001944D6"/>
    <w:rsid w:val="001B0C14"/>
    <w:rsid w:val="001B69C2"/>
    <w:rsid w:val="001C4DA0"/>
    <w:rsid w:val="00207DF5"/>
    <w:rsid w:val="0021015F"/>
    <w:rsid w:val="00215EA5"/>
    <w:rsid w:val="002278A8"/>
    <w:rsid w:val="00267369"/>
    <w:rsid w:val="0026785D"/>
    <w:rsid w:val="002761CC"/>
    <w:rsid w:val="00276A23"/>
    <w:rsid w:val="00296D39"/>
    <w:rsid w:val="002A37AF"/>
    <w:rsid w:val="002A59FE"/>
    <w:rsid w:val="002A5D62"/>
    <w:rsid w:val="002C31BF"/>
    <w:rsid w:val="002E0CD7"/>
    <w:rsid w:val="002E668A"/>
    <w:rsid w:val="002F026B"/>
    <w:rsid w:val="0030763D"/>
    <w:rsid w:val="00326564"/>
    <w:rsid w:val="00326B5F"/>
    <w:rsid w:val="00335122"/>
    <w:rsid w:val="003503FE"/>
    <w:rsid w:val="00357BC6"/>
    <w:rsid w:val="003628B4"/>
    <w:rsid w:val="0037111D"/>
    <w:rsid w:val="003756B9"/>
    <w:rsid w:val="003956C6"/>
    <w:rsid w:val="003C766E"/>
    <w:rsid w:val="003E23F1"/>
    <w:rsid w:val="003E6B9A"/>
    <w:rsid w:val="003E75CE"/>
    <w:rsid w:val="003F10D9"/>
    <w:rsid w:val="0041380F"/>
    <w:rsid w:val="00427D02"/>
    <w:rsid w:val="00443286"/>
    <w:rsid w:val="00450F07"/>
    <w:rsid w:val="00453CD3"/>
    <w:rsid w:val="00455BC7"/>
    <w:rsid w:val="00460660"/>
    <w:rsid w:val="00460CCB"/>
    <w:rsid w:val="00474535"/>
    <w:rsid w:val="00477370"/>
    <w:rsid w:val="00486107"/>
    <w:rsid w:val="00491827"/>
    <w:rsid w:val="004926B0"/>
    <w:rsid w:val="004A0F75"/>
    <w:rsid w:val="004A7B82"/>
    <w:rsid w:val="004A7C69"/>
    <w:rsid w:val="004C4399"/>
    <w:rsid w:val="004C69ED"/>
    <w:rsid w:val="004C787C"/>
    <w:rsid w:val="004F4B9B"/>
    <w:rsid w:val="00501654"/>
    <w:rsid w:val="00511AB9"/>
    <w:rsid w:val="0051317B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0458"/>
    <w:rsid w:val="005B5EE9"/>
    <w:rsid w:val="005B680B"/>
    <w:rsid w:val="005E217E"/>
    <w:rsid w:val="005E33DF"/>
    <w:rsid w:val="005F3354"/>
    <w:rsid w:val="006104F6"/>
    <w:rsid w:val="0061068E"/>
    <w:rsid w:val="006427E6"/>
    <w:rsid w:val="0064411B"/>
    <w:rsid w:val="00660AD3"/>
    <w:rsid w:val="00664163"/>
    <w:rsid w:val="00684844"/>
    <w:rsid w:val="00685BDF"/>
    <w:rsid w:val="006A5570"/>
    <w:rsid w:val="006A689C"/>
    <w:rsid w:val="006B3D79"/>
    <w:rsid w:val="006E0578"/>
    <w:rsid w:val="006E314D"/>
    <w:rsid w:val="006E7F06"/>
    <w:rsid w:val="006F45BE"/>
    <w:rsid w:val="00710723"/>
    <w:rsid w:val="00712ED1"/>
    <w:rsid w:val="0071410F"/>
    <w:rsid w:val="00723ED1"/>
    <w:rsid w:val="00735ED4"/>
    <w:rsid w:val="00743525"/>
    <w:rsid w:val="00750569"/>
    <w:rsid w:val="007531A0"/>
    <w:rsid w:val="0075629F"/>
    <w:rsid w:val="0076286B"/>
    <w:rsid w:val="00764595"/>
    <w:rsid w:val="00766846"/>
    <w:rsid w:val="0077673A"/>
    <w:rsid w:val="007846E1"/>
    <w:rsid w:val="007B570C"/>
    <w:rsid w:val="007C191F"/>
    <w:rsid w:val="007D151E"/>
    <w:rsid w:val="007D7879"/>
    <w:rsid w:val="007E3699"/>
    <w:rsid w:val="007E4642"/>
    <w:rsid w:val="007E4A6E"/>
    <w:rsid w:val="007F56A7"/>
    <w:rsid w:val="007F626E"/>
    <w:rsid w:val="00807DD0"/>
    <w:rsid w:val="00813F11"/>
    <w:rsid w:val="00856E6D"/>
    <w:rsid w:val="008841FB"/>
    <w:rsid w:val="0088472C"/>
    <w:rsid w:val="00891334"/>
    <w:rsid w:val="008938A8"/>
    <w:rsid w:val="008A3568"/>
    <w:rsid w:val="008C1839"/>
    <w:rsid w:val="008D03B9"/>
    <w:rsid w:val="008F18D6"/>
    <w:rsid w:val="008F3F6A"/>
    <w:rsid w:val="00904780"/>
    <w:rsid w:val="009113A8"/>
    <w:rsid w:val="00911964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12B"/>
    <w:rsid w:val="009C7B39"/>
    <w:rsid w:val="009E07F4"/>
    <w:rsid w:val="009E12E5"/>
    <w:rsid w:val="009F392E"/>
    <w:rsid w:val="009F5BDF"/>
    <w:rsid w:val="00A03B10"/>
    <w:rsid w:val="00A33F26"/>
    <w:rsid w:val="00A44328"/>
    <w:rsid w:val="00A6177B"/>
    <w:rsid w:val="00A66136"/>
    <w:rsid w:val="00A855D1"/>
    <w:rsid w:val="00AA4CBB"/>
    <w:rsid w:val="00AA65FA"/>
    <w:rsid w:val="00AA7351"/>
    <w:rsid w:val="00AC3B96"/>
    <w:rsid w:val="00AD056F"/>
    <w:rsid w:val="00AD2773"/>
    <w:rsid w:val="00AD6731"/>
    <w:rsid w:val="00AE1DDE"/>
    <w:rsid w:val="00AE2D99"/>
    <w:rsid w:val="00B15B5E"/>
    <w:rsid w:val="00B15D0D"/>
    <w:rsid w:val="00B23CA3"/>
    <w:rsid w:val="00B3491A"/>
    <w:rsid w:val="00B43994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0FF"/>
    <w:rsid w:val="00C02D0A"/>
    <w:rsid w:val="00C03A6E"/>
    <w:rsid w:val="00C152B4"/>
    <w:rsid w:val="00C17D8D"/>
    <w:rsid w:val="00C27D11"/>
    <w:rsid w:val="00C30759"/>
    <w:rsid w:val="00C44F6A"/>
    <w:rsid w:val="00C727E5"/>
    <w:rsid w:val="00C8207D"/>
    <w:rsid w:val="00CB7B5A"/>
    <w:rsid w:val="00CC1E2B"/>
    <w:rsid w:val="00CD1FC4"/>
    <w:rsid w:val="00CE371D"/>
    <w:rsid w:val="00CE62D0"/>
    <w:rsid w:val="00D02A4D"/>
    <w:rsid w:val="00D21061"/>
    <w:rsid w:val="00D316A7"/>
    <w:rsid w:val="00D4108E"/>
    <w:rsid w:val="00D548C8"/>
    <w:rsid w:val="00D6163D"/>
    <w:rsid w:val="00D63009"/>
    <w:rsid w:val="00D667A1"/>
    <w:rsid w:val="00D80E76"/>
    <w:rsid w:val="00D831A3"/>
    <w:rsid w:val="00D902AD"/>
    <w:rsid w:val="00DA6FFE"/>
    <w:rsid w:val="00DB04A5"/>
    <w:rsid w:val="00DC3110"/>
    <w:rsid w:val="00DD46F3"/>
    <w:rsid w:val="00DD58A6"/>
    <w:rsid w:val="00DD5D0F"/>
    <w:rsid w:val="00DE2918"/>
    <w:rsid w:val="00DE38B1"/>
    <w:rsid w:val="00DE56F2"/>
    <w:rsid w:val="00DF116D"/>
    <w:rsid w:val="00E01C8D"/>
    <w:rsid w:val="00E10710"/>
    <w:rsid w:val="00E525EF"/>
    <w:rsid w:val="00E824F1"/>
    <w:rsid w:val="00E86F21"/>
    <w:rsid w:val="00EA5424"/>
    <w:rsid w:val="00EB104F"/>
    <w:rsid w:val="00EC5A9E"/>
    <w:rsid w:val="00ED14BD"/>
    <w:rsid w:val="00F0012E"/>
    <w:rsid w:val="00F01440"/>
    <w:rsid w:val="00F12DEC"/>
    <w:rsid w:val="00F1715C"/>
    <w:rsid w:val="00F310F8"/>
    <w:rsid w:val="00F35939"/>
    <w:rsid w:val="00F36CA5"/>
    <w:rsid w:val="00F45607"/>
    <w:rsid w:val="00F64786"/>
    <w:rsid w:val="00F659EB"/>
    <w:rsid w:val="00F804A7"/>
    <w:rsid w:val="00F862D6"/>
    <w:rsid w:val="00F86BA6"/>
    <w:rsid w:val="00FC4B86"/>
    <w:rsid w:val="00FC6389"/>
    <w:rsid w:val="00FD2B46"/>
    <w:rsid w:val="00FD2F51"/>
    <w:rsid w:val="00FE138E"/>
    <w:rsid w:val="00FE3455"/>
    <w:rsid w:val="00FF1DA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2019-02-22T13:28:00Z</cp:lastPrinted>
  <dcterms:created xsi:type="dcterms:W3CDTF">2024-09-19T06:26:00Z</dcterms:created>
  <dcterms:modified xsi:type="dcterms:W3CDTF">2024-09-19T10:29:00Z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